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6B4039" w14:textId="77777777" w:rsidR="008F4B72" w:rsidRPr="00F60717" w:rsidRDefault="008651E9" w:rsidP="008F4B72">
      <w:pPr>
        <w:spacing w:before="1800"/>
        <w:ind w:right="-2"/>
        <w:rPr>
          <w:sz w:val="2"/>
          <w:szCs w:val="2"/>
        </w:rPr>
      </w:pPr>
      <w:r>
        <w:rPr>
          <w:noProof/>
          <w:lang w:eastAsia="et-E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1922DEC" wp14:editId="5E8E4338">
                <wp:simplePos x="0" y="0"/>
                <wp:positionH relativeFrom="column">
                  <wp:posOffset>4291965</wp:posOffset>
                </wp:positionH>
                <wp:positionV relativeFrom="paragraph">
                  <wp:posOffset>56515</wp:posOffset>
                </wp:positionV>
                <wp:extent cx="3143250" cy="1133475"/>
                <wp:effectExtent l="0" t="0" r="0" b="0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43250" cy="1133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3FD82B7" w14:textId="22BB9E03" w:rsidR="000C5CE4" w:rsidRPr="000458CC" w:rsidRDefault="00967352" w:rsidP="00407ED0">
                            <w:pPr>
                              <w:spacing w:before="520"/>
                              <w:rPr>
                                <w:iCs/>
                              </w:rPr>
                            </w:pPr>
                            <w:r w:rsidRPr="000458CC">
                              <w:rPr>
                                <w:iCs/>
                              </w:rPr>
                              <w:t>10.10</w:t>
                            </w:r>
                            <w:r w:rsidR="00982491" w:rsidRPr="000458CC">
                              <w:rPr>
                                <w:iCs/>
                              </w:rPr>
                              <w:t xml:space="preserve">.2025 </w:t>
                            </w:r>
                            <w:r w:rsidR="000C5CE4" w:rsidRPr="000458CC">
                              <w:rPr>
                                <w:iCs/>
                              </w:rPr>
                              <w:t xml:space="preserve"> nr </w:t>
                            </w:r>
                            <w:hyperlink r:id="rId7" w:tooltip="1.5-1.1/2550-1" w:history="1">
                              <w:r w:rsidR="00B74AB6" w:rsidRPr="000458CC">
                                <w:rPr>
                                  <w:rStyle w:val="Hperlink"/>
                                  <w:iCs/>
                                  <w:color w:val="auto"/>
                                  <w:u w:val="none"/>
                                </w:rPr>
                                <w:t>1.5-1.1/2550-1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1922DEC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337.95pt;margin-top:4.45pt;width:247.5pt;height:89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" stroked="f">
                <v:textbox>
                  <w:txbxContent>
                    <w:p w14:paraId="43FD82B7" w14:textId="22BB9E03" w:rsidR="000C5CE4" w:rsidRPr="000458CC" w:rsidRDefault="00967352" w:rsidP="00407ED0">
                      <w:pPr>
                        <w:spacing w:before="520"/>
                        <w:rPr>
                          <w:iCs/>
                        </w:rPr>
                      </w:pPr>
                      <w:r w:rsidRPr="000458CC">
                        <w:rPr>
                          <w:iCs/>
                        </w:rPr>
                        <w:t>10.10</w:t>
                      </w:r>
                      <w:r w:rsidR="00982491" w:rsidRPr="000458CC">
                        <w:rPr>
                          <w:iCs/>
                        </w:rPr>
                        <w:t xml:space="preserve">.2025 </w:t>
                      </w:r>
                      <w:r w:rsidR="000C5CE4" w:rsidRPr="000458CC">
                        <w:rPr>
                          <w:iCs/>
                        </w:rPr>
                        <w:t xml:space="preserve"> nr </w:t>
                      </w:r>
                      <w:hyperlink r:id="rId8" w:tooltip="1.5-1.1/2550-1" w:history="1">
                        <w:r w:rsidR="00B74AB6" w:rsidRPr="000458CC">
                          <w:rPr>
                            <w:rStyle w:val="Hyperlink"/>
                            <w:iCs/>
                            <w:color w:val="auto"/>
                            <w:u w:val="none"/>
                          </w:rPr>
                          <w:t>1.5-1.1/2550-1</w:t>
                        </w:r>
                      </w:hyperlink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t-EE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1C98B70B" wp14:editId="29B2EB1A">
                <wp:simplePos x="0" y="0"/>
                <wp:positionH relativeFrom="column">
                  <wp:posOffset>-80010</wp:posOffset>
                </wp:positionH>
                <wp:positionV relativeFrom="paragraph">
                  <wp:posOffset>66040</wp:posOffset>
                </wp:positionV>
                <wp:extent cx="2924175" cy="1133475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24175" cy="1133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A519466" w14:textId="77777777" w:rsidR="001336C0" w:rsidRDefault="001336C0"/>
                          <w:p w14:paraId="697EC108" w14:textId="77777777" w:rsidR="004F04B2" w:rsidRDefault="004F04B2">
                            <w:r>
                              <w:t>Kati Välbe</w:t>
                            </w:r>
                          </w:p>
                          <w:p w14:paraId="78A19F6E" w14:textId="77777777" w:rsidR="004F04B2" w:rsidRPr="004F04B2" w:rsidRDefault="004F04B2" w:rsidP="004F04B2">
                            <w:r w:rsidRPr="004F04B2">
                              <w:t>Eesti Sotsiaaltöö Assotsiatsioon</w:t>
                            </w:r>
                          </w:p>
                          <w:p w14:paraId="26B6F3C9" w14:textId="55436EB4" w:rsidR="00D039EA" w:rsidRDefault="004F04B2">
                            <w:r w:rsidRPr="004F04B2">
                              <w:t>juhatuse liige/kutsete koordinaator</w:t>
                            </w:r>
                            <w:r>
                              <w:t xml:space="preserve"> </w:t>
                            </w:r>
                          </w:p>
                          <w:p w14:paraId="1913ECBE" w14:textId="53F2BACD" w:rsidR="00D039EA" w:rsidRPr="00227077" w:rsidRDefault="009932A2">
                            <w:pPr>
                              <w:rPr>
                                <w:i/>
                              </w:rPr>
                            </w:pPr>
                            <w:hyperlink r:id="rId9" w:history="1">
                              <w:r w:rsidRPr="00054CA9">
                                <w:rPr>
                                  <w:rStyle w:val="Hperlink"/>
                                </w:rPr>
                                <w:t>kati.valbe@eswa.ee</w:t>
                              </w:r>
                            </w:hyperlink>
                            <w:r>
                              <w:t xml:space="preserve"> </w:t>
                            </w:r>
                          </w:p>
                          <w:p w14:paraId="2C6DF2D7" w14:textId="77777777" w:rsidR="006F3832" w:rsidRDefault="006F383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98B70B" id="Text Box 2" o:spid="_x0000_s1027" type="#_x0000_t202" style="position:absolute;margin-left:-6.3pt;margin-top:5.2pt;width:230.25pt;height:89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" stroked="f">
                <v:textbox>
                  <w:txbxContent>
                    <w:p w14:paraId="7A519466" w14:textId="77777777" w:rsidR="001336C0" w:rsidRDefault="001336C0"/>
                    <w:p w14:paraId="697EC108" w14:textId="77777777" w:rsidR="004F04B2" w:rsidRDefault="004F04B2">
                      <w:r>
                        <w:t>Kati Välbe</w:t>
                      </w:r>
                    </w:p>
                    <w:p w14:paraId="78A19F6E" w14:textId="77777777" w:rsidR="004F04B2" w:rsidRPr="004F04B2" w:rsidRDefault="004F04B2" w:rsidP="004F04B2">
                      <w:r w:rsidRPr="004F04B2">
                        <w:t>Eesti Sotsiaaltöö Assotsiatsioon</w:t>
                      </w:r>
                    </w:p>
                    <w:p w14:paraId="26B6F3C9" w14:textId="55436EB4" w:rsidR="00D039EA" w:rsidRDefault="004F04B2">
                      <w:r w:rsidRPr="004F04B2">
                        <w:t>juhatuse liige/kutsete koordinaator</w:t>
                      </w:r>
                      <w:r>
                        <w:t xml:space="preserve"> </w:t>
                      </w:r>
                    </w:p>
                    <w:p w14:paraId="1913ECBE" w14:textId="53F2BACD" w:rsidR="00D039EA" w:rsidRPr="00227077" w:rsidRDefault="009932A2">
                      <w:pPr>
                        <w:rPr>
                          <w:i/>
                        </w:rPr>
                      </w:pPr>
                      <w:hyperlink r:id="rId10" w:history="1">
                        <w:r w:rsidRPr="00054CA9">
                          <w:rPr>
                            <w:rStyle w:val="Hyperlink"/>
                          </w:rPr>
                          <w:t>kati.valbe@eswa.ee</w:t>
                        </w:r>
                      </w:hyperlink>
                      <w:r>
                        <w:t xml:space="preserve"> </w:t>
                      </w:r>
                    </w:p>
                    <w:p w14:paraId="2C6DF2D7" w14:textId="77777777" w:rsidR="006F3832" w:rsidRDefault="006F3832"/>
                  </w:txbxContent>
                </v:textbox>
              </v:shape>
            </w:pict>
          </mc:Fallback>
        </mc:AlternateContent>
      </w:r>
    </w:p>
    <w:p w14:paraId="548BB721" w14:textId="77777777" w:rsidR="001336C0" w:rsidRDefault="001336C0" w:rsidP="00C54697">
      <w:pPr>
        <w:ind w:right="4253"/>
      </w:pPr>
    </w:p>
    <w:p w14:paraId="0EFD4076" w14:textId="77777777" w:rsidR="001336C0" w:rsidRDefault="001336C0" w:rsidP="00C54697">
      <w:pPr>
        <w:ind w:right="4253"/>
      </w:pPr>
    </w:p>
    <w:p w14:paraId="249EAFAF" w14:textId="77777777" w:rsidR="00C54697" w:rsidRDefault="00A55BCC" w:rsidP="00955AFA">
      <w:pPr>
        <w:spacing w:before="700"/>
        <w:ind w:right="4253"/>
      </w:pPr>
      <w:r>
        <w:t>Kutsekomisjoni liikme vahetamine</w:t>
      </w:r>
    </w:p>
    <w:p w14:paraId="76C6849E" w14:textId="77777777" w:rsidR="00C54697" w:rsidRDefault="00C54697" w:rsidP="00C54697">
      <w:pPr>
        <w:ind w:right="4253"/>
      </w:pPr>
    </w:p>
    <w:p w14:paraId="38DA9C82" w14:textId="32617071" w:rsidR="00FD79B4" w:rsidRPr="00B74AB6" w:rsidRDefault="00120DD0" w:rsidP="00FD79B4">
      <w:pPr>
        <w:jc w:val="both"/>
        <w:rPr>
          <w:iCs/>
        </w:rPr>
      </w:pPr>
      <w:r w:rsidRPr="00B74AB6">
        <w:rPr>
          <w:iCs/>
        </w:rPr>
        <w:t>Sotsiaalminis</w:t>
      </w:r>
      <w:r w:rsidR="001A1D3F" w:rsidRPr="00B74AB6">
        <w:rPr>
          <w:iCs/>
        </w:rPr>
        <w:t xml:space="preserve">teerium </w:t>
      </w:r>
      <w:r w:rsidR="00FD79B4" w:rsidRPr="00B74AB6">
        <w:rPr>
          <w:iCs/>
        </w:rPr>
        <w:t xml:space="preserve">on teadlik ja nõus, et </w:t>
      </w:r>
      <w:r w:rsidRPr="00B74AB6">
        <w:rPr>
          <w:iCs/>
        </w:rPr>
        <w:t xml:space="preserve">majandusliku toimetuleku nõunik, Merike Võsotskaja, </w:t>
      </w:r>
      <w:r w:rsidR="00FD79B4" w:rsidRPr="00B74AB6">
        <w:rPr>
          <w:iCs/>
        </w:rPr>
        <w:t xml:space="preserve">osaleb võlanõustaja kutsekomisjoni töös.  </w:t>
      </w:r>
    </w:p>
    <w:p w14:paraId="35B2EB7D" w14:textId="77777777" w:rsidR="00FD79B4" w:rsidRDefault="00FD79B4" w:rsidP="00FD79B4">
      <w:pPr>
        <w:jc w:val="both"/>
      </w:pPr>
    </w:p>
    <w:p w14:paraId="2C00E018" w14:textId="77777777" w:rsidR="00FD79B4" w:rsidRDefault="00FD79B4" w:rsidP="00FD79B4"/>
    <w:p w14:paraId="38A1CFB6" w14:textId="77777777" w:rsidR="00FD79B4" w:rsidRDefault="00FD79B4" w:rsidP="00FD79B4"/>
    <w:p w14:paraId="32AA4E89" w14:textId="77777777" w:rsidR="00FD79B4" w:rsidRDefault="00FD79B4" w:rsidP="00FD79B4">
      <w:r>
        <w:t>Lugupidamisega</w:t>
      </w:r>
    </w:p>
    <w:p w14:paraId="4A93BA4E" w14:textId="77777777" w:rsidR="00FD79B4" w:rsidRDefault="00FD79B4" w:rsidP="00FD79B4"/>
    <w:p w14:paraId="205F28B1" w14:textId="77777777" w:rsidR="00FD79B4" w:rsidRDefault="00FD79B4" w:rsidP="00FD79B4">
      <w:pPr>
        <w:rPr>
          <w:i/>
        </w:rPr>
      </w:pPr>
      <w:r>
        <w:rPr>
          <w:i/>
        </w:rPr>
        <w:t>/allkirjastatud digitaalselt/</w:t>
      </w:r>
    </w:p>
    <w:p w14:paraId="7DA8C66B" w14:textId="77777777" w:rsidR="00FD79B4" w:rsidRDefault="00FD79B4" w:rsidP="00FD79B4"/>
    <w:p w14:paraId="4ED0F8F2" w14:textId="4054CD44" w:rsidR="00FD79B4" w:rsidRPr="00B358A9" w:rsidRDefault="001A1D3F" w:rsidP="00FD79B4">
      <w:pPr>
        <w:rPr>
          <w:iCs/>
        </w:rPr>
      </w:pPr>
      <w:r w:rsidRPr="00B358A9">
        <w:rPr>
          <w:iCs/>
        </w:rPr>
        <w:t>Kristiina Selgis</w:t>
      </w:r>
    </w:p>
    <w:p w14:paraId="41EB4257" w14:textId="6AA43581" w:rsidR="00FD79B4" w:rsidRPr="00B358A9" w:rsidRDefault="001A1D3F" w:rsidP="00FD79B4">
      <w:pPr>
        <w:spacing w:after="600"/>
        <w:ind w:right="5103"/>
        <w:rPr>
          <w:iCs/>
        </w:rPr>
      </w:pPr>
      <w:r w:rsidRPr="00B358A9">
        <w:rPr>
          <w:iCs/>
        </w:rPr>
        <w:t xml:space="preserve">Osakonnajuhataja </w:t>
      </w:r>
    </w:p>
    <w:p w14:paraId="795CE90E" w14:textId="77777777" w:rsidR="00FD79B4" w:rsidRDefault="00FD79B4" w:rsidP="00FD79B4"/>
    <w:p w14:paraId="7C65BC09" w14:textId="77777777" w:rsidR="00FD79B4" w:rsidRDefault="00FD79B4" w:rsidP="00FD79B4">
      <w:r>
        <w:t>Kutsekomisjoni liikme kinnitus</w:t>
      </w:r>
    </w:p>
    <w:p w14:paraId="65EBB282" w14:textId="77777777" w:rsidR="00FD79B4" w:rsidRDefault="00FD79B4" w:rsidP="00FD79B4"/>
    <w:p w14:paraId="1E2C0E34" w14:textId="77777777" w:rsidR="00FD79B4" w:rsidRDefault="00FD79B4" w:rsidP="00FD79B4">
      <w:r>
        <w:t xml:space="preserve">Nõustun osalema </w:t>
      </w:r>
      <w:r w:rsidRPr="00B358A9">
        <w:rPr>
          <w:iCs/>
        </w:rPr>
        <w:t>võlanõustaja</w:t>
      </w:r>
      <w:r>
        <w:t xml:space="preserve"> kutsekomisjoni töös.</w:t>
      </w:r>
    </w:p>
    <w:p w14:paraId="1B29A6BA" w14:textId="77777777" w:rsidR="00FD79B4" w:rsidRDefault="00FD79B4" w:rsidP="00FD79B4"/>
    <w:p w14:paraId="27EDEC23" w14:textId="77777777" w:rsidR="00FD79B4" w:rsidRDefault="00FD79B4" w:rsidP="00FD79B4"/>
    <w:p w14:paraId="6D88C7E3" w14:textId="77777777" w:rsidR="00FD79B4" w:rsidRDefault="00FD79B4" w:rsidP="00FD79B4">
      <w:pPr>
        <w:rPr>
          <w:i/>
        </w:rPr>
      </w:pPr>
      <w:r>
        <w:rPr>
          <w:i/>
        </w:rPr>
        <w:t>/allkirjastatud digitaalselt/</w:t>
      </w:r>
    </w:p>
    <w:p w14:paraId="3369531D" w14:textId="77777777" w:rsidR="00FD79B4" w:rsidRDefault="00FD79B4" w:rsidP="00FD79B4">
      <w:pPr>
        <w:rPr>
          <w:i/>
        </w:rPr>
      </w:pPr>
    </w:p>
    <w:p w14:paraId="6AA65EEB" w14:textId="748AA320" w:rsidR="00FD79B4" w:rsidRPr="00B358A9" w:rsidRDefault="00120DD0" w:rsidP="00FD79B4">
      <w:pPr>
        <w:rPr>
          <w:iCs/>
        </w:rPr>
      </w:pPr>
      <w:r w:rsidRPr="00B358A9">
        <w:rPr>
          <w:iCs/>
        </w:rPr>
        <w:t>Merike Võsotskaja</w:t>
      </w:r>
    </w:p>
    <w:p w14:paraId="0B943FFB" w14:textId="27475EF1" w:rsidR="00FD79B4" w:rsidRPr="00B358A9" w:rsidRDefault="00120DD0" w:rsidP="00FD79B4">
      <w:pPr>
        <w:rPr>
          <w:iCs/>
          <w:noProof/>
        </w:rPr>
      </w:pPr>
      <w:r w:rsidRPr="00B358A9">
        <w:rPr>
          <w:iCs/>
        </w:rPr>
        <w:t xml:space="preserve">Tel: 55672487, e-post: </w:t>
      </w:r>
      <w:hyperlink r:id="rId11" w:history="1">
        <w:r w:rsidRPr="00B358A9">
          <w:rPr>
            <w:rStyle w:val="Hperlink"/>
            <w:iCs/>
          </w:rPr>
          <w:t>merike.vosotskaja@sm.ee</w:t>
        </w:r>
      </w:hyperlink>
      <w:r w:rsidRPr="00B358A9">
        <w:rPr>
          <w:iCs/>
        </w:rPr>
        <w:t xml:space="preserve"> </w:t>
      </w:r>
    </w:p>
    <w:p w14:paraId="51673528" w14:textId="77777777" w:rsidR="00FD79B4" w:rsidRDefault="00FD79B4" w:rsidP="00FD79B4">
      <w:pPr>
        <w:rPr>
          <w:i/>
        </w:rPr>
      </w:pPr>
    </w:p>
    <w:p w14:paraId="7F6F297A" w14:textId="77777777" w:rsidR="00C54697" w:rsidRDefault="00C54697" w:rsidP="00C54697">
      <w:pPr>
        <w:jc w:val="both"/>
      </w:pPr>
    </w:p>
    <w:p w14:paraId="66972760" w14:textId="77777777" w:rsidR="001336C0" w:rsidRDefault="001336C0" w:rsidP="00C54697">
      <w:pPr>
        <w:jc w:val="both"/>
      </w:pPr>
    </w:p>
    <w:p w14:paraId="4FCE8A08" w14:textId="77777777" w:rsidR="00C54697" w:rsidRPr="001336C0" w:rsidRDefault="00C54697" w:rsidP="00C54697">
      <w:pPr>
        <w:rPr>
          <w:i/>
        </w:rPr>
      </w:pPr>
    </w:p>
    <w:sectPr w:rsidR="00C54697" w:rsidRPr="001336C0" w:rsidSect="009A4666">
      <w:headerReference w:type="first" r:id="rId12"/>
      <w:footnotePr>
        <w:numFmt w:val="chicago"/>
      </w:footnotePr>
      <w:type w:val="continuous"/>
      <w:pgSz w:w="11906" w:h="16838" w:code="9"/>
      <w:pgMar w:top="2242" w:right="851" w:bottom="1134" w:left="1418" w:header="425" w:footer="65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B626C5" w14:textId="77777777" w:rsidR="008A6541" w:rsidRDefault="008A6541" w:rsidP="005B256B">
      <w:r>
        <w:separator/>
      </w:r>
    </w:p>
  </w:endnote>
  <w:endnote w:type="continuationSeparator" w:id="0">
    <w:p w14:paraId="659EB81E" w14:textId="77777777" w:rsidR="008A6541" w:rsidRDefault="008A6541" w:rsidP="005B25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EnglischeSchTDemBol">
    <w:charset w:val="00"/>
    <w:family w:val="script"/>
    <w:pitch w:val="variable"/>
    <w:sig w:usb0="00000007" w:usb1="00000000" w:usb2="00000000" w:usb3="00000000" w:csb0="00000013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BA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4F10C3" w14:textId="77777777" w:rsidR="008A6541" w:rsidRDefault="008A6541" w:rsidP="005B256B">
      <w:r>
        <w:separator/>
      </w:r>
    </w:p>
  </w:footnote>
  <w:footnote w:type="continuationSeparator" w:id="0">
    <w:p w14:paraId="28DF604F" w14:textId="77777777" w:rsidR="008A6541" w:rsidRDefault="008A6541" w:rsidP="005B25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164B53" w14:textId="77777777" w:rsidR="000C5CE4" w:rsidRPr="00626811" w:rsidRDefault="000C5CE4" w:rsidP="00626811">
    <w:pPr>
      <w:pStyle w:val="Pis"/>
      <w:tabs>
        <w:tab w:val="center" w:pos="-2127"/>
      </w:tabs>
      <w:ind w:left="-851"/>
      <w:rPr>
        <w:rFonts w:ascii="Garamond" w:hAnsi="Garamond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efaultTabStop w:val="709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1BDC"/>
    <w:rsid w:val="000176BD"/>
    <w:rsid w:val="00021C80"/>
    <w:rsid w:val="00021E32"/>
    <w:rsid w:val="000458CC"/>
    <w:rsid w:val="00050481"/>
    <w:rsid w:val="00053C92"/>
    <w:rsid w:val="0008427E"/>
    <w:rsid w:val="00093301"/>
    <w:rsid w:val="00094B4C"/>
    <w:rsid w:val="00096A81"/>
    <w:rsid w:val="000C5CE4"/>
    <w:rsid w:val="00106E7B"/>
    <w:rsid w:val="001163BB"/>
    <w:rsid w:val="00120DD0"/>
    <w:rsid w:val="001336C0"/>
    <w:rsid w:val="00134C79"/>
    <w:rsid w:val="0014376B"/>
    <w:rsid w:val="00194629"/>
    <w:rsid w:val="001A1D3F"/>
    <w:rsid w:val="001A3E57"/>
    <w:rsid w:val="001C166F"/>
    <w:rsid w:val="001D6D99"/>
    <w:rsid w:val="00227077"/>
    <w:rsid w:val="00237285"/>
    <w:rsid w:val="002378A8"/>
    <w:rsid w:val="002A42D4"/>
    <w:rsid w:val="002A7030"/>
    <w:rsid w:val="002A7397"/>
    <w:rsid w:val="002C42BD"/>
    <w:rsid w:val="002E3494"/>
    <w:rsid w:val="0030346E"/>
    <w:rsid w:val="00311309"/>
    <w:rsid w:val="0038668C"/>
    <w:rsid w:val="00394BDF"/>
    <w:rsid w:val="003C01C0"/>
    <w:rsid w:val="003F2F79"/>
    <w:rsid w:val="00407ED0"/>
    <w:rsid w:val="00442E96"/>
    <w:rsid w:val="00493709"/>
    <w:rsid w:val="004A2BE3"/>
    <w:rsid w:val="004E0942"/>
    <w:rsid w:val="004F04B2"/>
    <w:rsid w:val="0051125B"/>
    <w:rsid w:val="00582885"/>
    <w:rsid w:val="00593A55"/>
    <w:rsid w:val="0059500B"/>
    <w:rsid w:val="005B256B"/>
    <w:rsid w:val="005F74C0"/>
    <w:rsid w:val="00626811"/>
    <w:rsid w:val="0063499A"/>
    <w:rsid w:val="00642373"/>
    <w:rsid w:val="00654F29"/>
    <w:rsid w:val="006A2990"/>
    <w:rsid w:val="006D4215"/>
    <w:rsid w:val="006E6993"/>
    <w:rsid w:val="006E7212"/>
    <w:rsid w:val="006F3832"/>
    <w:rsid w:val="007205D3"/>
    <w:rsid w:val="00737858"/>
    <w:rsid w:val="007461EE"/>
    <w:rsid w:val="00762D3E"/>
    <w:rsid w:val="007E7DDF"/>
    <w:rsid w:val="00830DB9"/>
    <w:rsid w:val="00834ACD"/>
    <w:rsid w:val="008651E9"/>
    <w:rsid w:val="00891BDC"/>
    <w:rsid w:val="008A5073"/>
    <w:rsid w:val="008A6541"/>
    <w:rsid w:val="008B6FA7"/>
    <w:rsid w:val="008F4B72"/>
    <w:rsid w:val="00932AEE"/>
    <w:rsid w:val="0094615A"/>
    <w:rsid w:val="00955AFA"/>
    <w:rsid w:val="009667E2"/>
    <w:rsid w:val="00967352"/>
    <w:rsid w:val="00982491"/>
    <w:rsid w:val="009932A2"/>
    <w:rsid w:val="009A4666"/>
    <w:rsid w:val="009B34F8"/>
    <w:rsid w:val="009F1123"/>
    <w:rsid w:val="00A04DDF"/>
    <w:rsid w:val="00A42B79"/>
    <w:rsid w:val="00A47585"/>
    <w:rsid w:val="00A55BCC"/>
    <w:rsid w:val="00A778A7"/>
    <w:rsid w:val="00A82FD6"/>
    <w:rsid w:val="00AB34FC"/>
    <w:rsid w:val="00AD385F"/>
    <w:rsid w:val="00AD5DEC"/>
    <w:rsid w:val="00AE2664"/>
    <w:rsid w:val="00AF2C5B"/>
    <w:rsid w:val="00B12520"/>
    <w:rsid w:val="00B335CC"/>
    <w:rsid w:val="00B358A9"/>
    <w:rsid w:val="00B61166"/>
    <w:rsid w:val="00B74AB6"/>
    <w:rsid w:val="00B86057"/>
    <w:rsid w:val="00B9340C"/>
    <w:rsid w:val="00BE2893"/>
    <w:rsid w:val="00BE4288"/>
    <w:rsid w:val="00C04067"/>
    <w:rsid w:val="00C27D4E"/>
    <w:rsid w:val="00C516B5"/>
    <w:rsid w:val="00C54697"/>
    <w:rsid w:val="00C779B3"/>
    <w:rsid w:val="00CA112B"/>
    <w:rsid w:val="00CA7CB1"/>
    <w:rsid w:val="00CC015E"/>
    <w:rsid w:val="00CE3A93"/>
    <w:rsid w:val="00CE66D2"/>
    <w:rsid w:val="00D039EA"/>
    <w:rsid w:val="00D03BB4"/>
    <w:rsid w:val="00D41301"/>
    <w:rsid w:val="00D5020E"/>
    <w:rsid w:val="00D502BD"/>
    <w:rsid w:val="00D9477F"/>
    <w:rsid w:val="00E84E85"/>
    <w:rsid w:val="00E97E86"/>
    <w:rsid w:val="00EB4387"/>
    <w:rsid w:val="00EB642D"/>
    <w:rsid w:val="00ED0ADD"/>
    <w:rsid w:val="00EE4B47"/>
    <w:rsid w:val="00EE62EB"/>
    <w:rsid w:val="00F44445"/>
    <w:rsid w:val="00F60717"/>
    <w:rsid w:val="00F66027"/>
    <w:rsid w:val="00F7221A"/>
    <w:rsid w:val="00FD79B4"/>
    <w:rsid w:val="00FE12B0"/>
    <w:rsid w:val="00FE24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14EB820"/>
  <w15:docId w15:val="{F1032952-A58C-4D0B-95D8-5085F6F99D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834ACD"/>
    <w:rPr>
      <w:sz w:val="24"/>
      <w:szCs w:val="24"/>
      <w:lang w:eastAsia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memo">
    <w:name w:val="memo"/>
    <w:qFormat/>
    <w:rsid w:val="002378A8"/>
    <w:rPr>
      <w:rFonts w:ascii="Verdana" w:hAnsi="Verdana"/>
      <w:color w:val="1F497D"/>
      <w:sz w:val="22"/>
      <w:lang w:val="et-EE"/>
    </w:rPr>
  </w:style>
  <w:style w:type="table" w:styleId="Kontuurtabel">
    <w:name w:val="Table Grid"/>
    <w:basedOn w:val="Normaaltabel"/>
    <w:uiPriority w:val="59"/>
    <w:rsid w:val="00C0406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is">
    <w:name w:val="header"/>
    <w:basedOn w:val="Normaallaad"/>
    <w:link w:val="PisMrk"/>
    <w:unhideWhenUsed/>
    <w:rsid w:val="005B256B"/>
    <w:pPr>
      <w:tabs>
        <w:tab w:val="center" w:pos="4513"/>
        <w:tab w:val="right" w:pos="9026"/>
      </w:tabs>
    </w:pPr>
  </w:style>
  <w:style w:type="character" w:customStyle="1" w:styleId="PisMrk">
    <w:name w:val="Päis Märk"/>
    <w:basedOn w:val="Liguvaikefont"/>
    <w:link w:val="Pis"/>
    <w:uiPriority w:val="99"/>
    <w:semiHidden/>
    <w:rsid w:val="005B256B"/>
  </w:style>
  <w:style w:type="paragraph" w:styleId="Jalus">
    <w:name w:val="footer"/>
    <w:basedOn w:val="Normaallaad"/>
    <w:link w:val="JalusMrk"/>
    <w:unhideWhenUsed/>
    <w:rsid w:val="005B256B"/>
    <w:pPr>
      <w:tabs>
        <w:tab w:val="center" w:pos="4513"/>
        <w:tab w:val="right" w:pos="9026"/>
      </w:tabs>
    </w:pPr>
  </w:style>
  <w:style w:type="character" w:customStyle="1" w:styleId="JalusMrk">
    <w:name w:val="Jalus Märk"/>
    <w:basedOn w:val="Liguvaikefont"/>
    <w:link w:val="Jalus"/>
    <w:uiPriority w:val="99"/>
    <w:rsid w:val="005B256B"/>
  </w:style>
  <w:style w:type="paragraph" w:customStyle="1" w:styleId="Kutseilisateave">
    <w:name w:val="Kutse_i_lisateave"/>
    <w:basedOn w:val="Normaallaad"/>
    <w:rsid w:val="003C01C0"/>
    <w:pPr>
      <w:tabs>
        <w:tab w:val="left" w:pos="5670"/>
      </w:tabs>
    </w:pPr>
    <w:rPr>
      <w:rFonts w:ascii="EnglischeSchTDemBol" w:eastAsia="Times New Roman" w:hAnsi="EnglischeSchTDemBol"/>
      <w:sz w:val="28"/>
      <w:szCs w:val="20"/>
      <w:lang w:val="en-GB" w:eastAsia="et-EE"/>
    </w:rPr>
  </w:style>
  <w:style w:type="character" w:styleId="Hperlink">
    <w:name w:val="Hyperlink"/>
    <w:uiPriority w:val="99"/>
    <w:unhideWhenUsed/>
    <w:rsid w:val="003C01C0"/>
    <w:rPr>
      <w:color w:val="0000FF"/>
      <w:u w:val="single"/>
    </w:rPr>
  </w:style>
  <w:style w:type="paragraph" w:styleId="Allmrkusetekst">
    <w:name w:val="footnote text"/>
    <w:basedOn w:val="Normaallaad"/>
    <w:link w:val="AllmrkusetekstMrk"/>
    <w:uiPriority w:val="99"/>
    <w:semiHidden/>
    <w:unhideWhenUsed/>
    <w:rsid w:val="00EB4387"/>
    <w:rPr>
      <w:sz w:val="20"/>
      <w:szCs w:val="20"/>
    </w:rPr>
  </w:style>
  <w:style w:type="character" w:customStyle="1" w:styleId="AllmrkusetekstMrk">
    <w:name w:val="Allmärkuse tekst Märk"/>
    <w:link w:val="Allmrkusetekst"/>
    <w:uiPriority w:val="99"/>
    <w:semiHidden/>
    <w:rsid w:val="00EB4387"/>
    <w:rPr>
      <w:lang w:eastAsia="en-US"/>
    </w:rPr>
  </w:style>
  <w:style w:type="character" w:styleId="Allmrkuseviide">
    <w:name w:val="footnote reference"/>
    <w:uiPriority w:val="99"/>
    <w:semiHidden/>
    <w:unhideWhenUsed/>
    <w:rsid w:val="00EB4387"/>
    <w:rPr>
      <w:vertAlign w:val="superscript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0176BD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link w:val="Jutumullitekst"/>
    <w:uiPriority w:val="99"/>
    <w:semiHidden/>
    <w:rsid w:val="000176BD"/>
    <w:rPr>
      <w:rFonts w:ascii="Segoe UI" w:hAnsi="Segoe UI" w:cs="Segoe UI"/>
      <w:sz w:val="18"/>
      <w:szCs w:val="18"/>
      <w:lang w:eastAsia="en-US"/>
    </w:rPr>
  </w:style>
  <w:style w:type="character" w:styleId="Lahendamatamainimine">
    <w:name w:val="Unresolved Mention"/>
    <w:basedOn w:val="Liguvaikefont"/>
    <w:uiPriority w:val="99"/>
    <w:semiHidden/>
    <w:unhideWhenUsed/>
    <w:rsid w:val="00D039E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816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81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7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3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8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elta.sm.ee/dhs/faces/jsp/dialog/container.jsp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delta.sm.ee/dhs/faces/jsp/dialog/container.jsp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mailto:merike.vosotskaja@sm.ee" TargetMode="External"/><Relationship Id="rId5" Type="http://schemas.openxmlformats.org/officeDocument/2006/relationships/footnotes" Target="footnotes.xml"/><Relationship Id="rId10" Type="http://schemas.openxmlformats.org/officeDocument/2006/relationships/hyperlink" Target="mailto:kati.valbe@eswa.e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kati.valbe@eswa.ee" TargetMode="Externa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oris-Marii.Maxwell.KUTSEKODA\Downloads\Esindaja%20nimetamine%20KK%20koosseisu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BF322C-30A8-44BD-B8F5-3C9EEBF6CC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Esindaja nimetamine KK koosseisu.dotx</Template>
  <TotalTime>1</TotalTime>
  <Pages>1</Pages>
  <Words>40</Words>
  <Characters>385</Characters>
  <Application>Microsoft Office Word</Application>
  <DocSecurity>0</DocSecurity>
  <Lines>29</Lines>
  <Paragraphs>11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Kutsekomisjoni liikme nimetamine</vt:lpstr>
      <vt:lpstr>Kutsekomisjoni liikme nimetamine</vt:lpstr>
    </vt:vector>
  </TitlesOfParts>
  <Company/>
  <LinksUpToDate>false</LinksUpToDate>
  <CharactersWithSpaces>418</CharactersWithSpaces>
  <SharedDoc>false</SharedDoc>
  <HLinks>
    <vt:vector size="6" baseType="variant">
      <vt:variant>
        <vt:i4>458788</vt:i4>
      </vt:variant>
      <vt:variant>
        <vt:i4>10</vt:i4>
      </vt:variant>
      <vt:variant>
        <vt:i4>0</vt:i4>
      </vt:variant>
      <vt:variant>
        <vt:i4>5</vt:i4>
      </vt:variant>
      <vt:variant>
        <vt:lpwstr>mailto:kutsekoda@kutsekoda.ee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Kutsekomisjoni liikme nimetamine</dc:title>
  <dc:subject/>
  <dc:creator>Doris-Marii Maxwell</dc:creator>
  <cp:keywords/>
  <cp:lastModifiedBy>Kristiina Selgis - SOM</cp:lastModifiedBy>
  <cp:revision>2</cp:revision>
  <cp:lastPrinted>2015-04-06T10:48:00Z</cp:lastPrinted>
  <dcterms:created xsi:type="dcterms:W3CDTF">2025-10-10T08:18:00Z</dcterms:created>
  <dcterms:modified xsi:type="dcterms:W3CDTF">2025-10-10T08:18:00Z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2025-09-30T11:32:40Z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8fe098d2-428d-4bd4-9803-7195fe96f0e2</vt:lpwstr>
  </property>
  <property fmtid="{D5CDD505-2E9C-101B-9397-08002B2CF9AE}" pid="7" name="MSIP_Label_defa4170-0d19-0005-0004-bc88714345d2_ActionId">
    <vt:lpwstr>2707eb1c-9fc7-43b2-b060-628b036d5882</vt:lpwstr>
  </property>
  <property fmtid="{D5CDD505-2E9C-101B-9397-08002B2CF9AE}" pid="8" name="MSIP_Label_defa4170-0d19-0005-0004-bc88714345d2_ContentBits">
    <vt:lpwstr>0</vt:lpwstr>
  </property>
  <property fmtid="{D5CDD505-2E9C-101B-9397-08002B2CF9AE}" pid="9" name="MSIP_Label_defa4170-0d19-0005-0004-bc88714345d2_Tag">
    <vt:lpwstr>10, 3, 0, 1</vt:lpwstr>
  </property>
</Properties>
</file>